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C5B580" w14:textId="77777777" w:rsidR="005A1178" w:rsidRPr="00486DFE" w:rsidRDefault="007A673C" w:rsidP="0086164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sz w:val="32"/>
        </w:rPr>
      </w:pPr>
      <w:r w:rsidRPr="00486DFE">
        <w:rPr>
          <w:rFonts w:ascii="Arial" w:hAnsi="Arial" w:cs="Arial"/>
          <w:sz w:val="32"/>
          <w:lang w:eastAsia="zh-CN"/>
        </w:rPr>
        <w:t>Call</w:t>
      </w:r>
      <w:r w:rsidR="00BE69E7" w:rsidRPr="00486DFE">
        <w:rPr>
          <w:rFonts w:ascii="Arial" w:hAnsi="Arial" w:cs="Arial"/>
          <w:sz w:val="32"/>
          <w:lang w:eastAsia="zh-CN"/>
        </w:rPr>
        <w:t xml:space="preserve"> for </w:t>
      </w:r>
      <w:r w:rsidR="00403A8B">
        <w:rPr>
          <w:rFonts w:ascii="Arial" w:hAnsi="Arial" w:cs="Arial"/>
          <w:sz w:val="32"/>
          <w:lang w:eastAsia="zh-CN"/>
        </w:rPr>
        <w:t>2015</w:t>
      </w:r>
      <w:r w:rsidR="00B176BE" w:rsidRPr="00486DFE">
        <w:rPr>
          <w:rFonts w:ascii="Arial" w:hAnsi="Arial" w:cs="Arial"/>
          <w:sz w:val="32"/>
          <w:lang w:eastAsia="zh-CN"/>
        </w:rPr>
        <w:t xml:space="preserve"> </w:t>
      </w:r>
      <w:r w:rsidR="00C46EAD">
        <w:rPr>
          <w:rFonts w:ascii="Arial" w:hAnsi="Arial" w:cs="Arial"/>
          <w:sz w:val="32"/>
        </w:rPr>
        <w:t>DESY-ONACPR</w:t>
      </w:r>
      <w:r w:rsidR="00133131" w:rsidRPr="00486DFE">
        <w:rPr>
          <w:rFonts w:ascii="Arial" w:hAnsi="Arial" w:cs="Arial"/>
          <w:sz w:val="32"/>
        </w:rPr>
        <w:t xml:space="preserve"> Fellowship</w:t>
      </w:r>
      <w:r w:rsidRPr="00486DFE">
        <w:rPr>
          <w:rFonts w:ascii="Arial" w:hAnsi="Arial" w:cs="Arial"/>
          <w:sz w:val="32"/>
          <w:lang w:eastAsia="zh-CN"/>
        </w:rPr>
        <w:t xml:space="preserve"> Applicants</w:t>
      </w:r>
      <w:r w:rsidRPr="00486DFE">
        <w:rPr>
          <w:rFonts w:ascii="Arial" w:hAnsi="Arial" w:cs="Arial"/>
          <w:sz w:val="32"/>
        </w:rPr>
        <w:t xml:space="preserve"> </w:t>
      </w:r>
    </w:p>
    <w:p w14:paraId="2BD0CFB6" w14:textId="77777777" w:rsidR="005A1178" w:rsidRPr="00486DFE" w:rsidRDefault="005A1178" w:rsidP="004426FE">
      <w:pPr>
        <w:pStyle w:val="BodyTextInden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134"/>
        <w:jc w:val="center"/>
        <w:rPr>
          <w:rFonts w:ascii="Arial" w:hAnsi="Arial" w:cs="Arial"/>
          <w:b w:val="0"/>
          <w:sz w:val="12"/>
        </w:rPr>
      </w:pPr>
    </w:p>
    <w:p w14:paraId="04BD354A" w14:textId="77777777" w:rsidR="005A1178" w:rsidRPr="00486DFE" w:rsidRDefault="005A1178" w:rsidP="004426FE">
      <w:pPr>
        <w:pStyle w:val="Heading3"/>
        <w:jc w:val="left"/>
        <w:rPr>
          <w:rFonts w:ascii="Arial" w:hAnsi="Arial" w:cs="Arial"/>
          <w:sz w:val="18"/>
          <w:szCs w:val="18"/>
        </w:rPr>
      </w:pPr>
    </w:p>
    <w:p w14:paraId="09673086" w14:textId="35061DDC" w:rsidR="00C27E26" w:rsidRDefault="00C27E26" w:rsidP="004426FE">
      <w:pPr>
        <w:pStyle w:val="Heading2"/>
        <w:spacing w:after="0"/>
        <w:ind w:left="1416" w:hanging="2550"/>
        <w:jc w:val="left"/>
        <w:rPr>
          <w:rFonts w:cs="Arial"/>
          <w:b/>
          <w:sz w:val="22"/>
          <w:lang w:val="en-US"/>
        </w:rPr>
      </w:pPr>
      <w:r>
        <w:rPr>
          <w:rFonts w:cs="Arial"/>
          <w:b/>
          <w:sz w:val="22"/>
          <w:lang w:val="en-US"/>
        </w:rPr>
        <w:t>Code:</w:t>
      </w:r>
      <w:r>
        <w:rPr>
          <w:rFonts w:cs="Arial"/>
          <w:b/>
          <w:sz w:val="22"/>
          <w:lang w:val="en-US"/>
        </w:rPr>
        <w:tab/>
        <w:t>DESY-2015-18</w:t>
      </w:r>
    </w:p>
    <w:p w14:paraId="56BD3E26" w14:textId="77777777" w:rsidR="00C27E26" w:rsidRPr="00C27E26" w:rsidRDefault="00C27E26" w:rsidP="00C27E26">
      <w:pPr>
        <w:pStyle w:val="Aufzhlungszeichen-Texteingerckt"/>
        <w:numPr>
          <w:ilvl w:val="0"/>
          <w:numId w:val="0"/>
        </w:numPr>
        <w:ind w:left="360"/>
        <w:rPr>
          <w:lang w:val="en-US"/>
        </w:rPr>
      </w:pPr>
      <w:bookmarkStart w:id="0" w:name="_GoBack"/>
      <w:bookmarkEnd w:id="0"/>
    </w:p>
    <w:p w14:paraId="69B205E3" w14:textId="59C85867" w:rsidR="0086164E" w:rsidRPr="00486DFE" w:rsidRDefault="00C46EAD" w:rsidP="004426FE">
      <w:pPr>
        <w:pStyle w:val="Heading2"/>
        <w:spacing w:after="0"/>
        <w:ind w:left="1416" w:hanging="2550"/>
        <w:jc w:val="left"/>
        <w:rPr>
          <w:rFonts w:cs="Arial"/>
          <w:iCs/>
          <w:sz w:val="22"/>
          <w:lang w:val="en-US" w:eastAsia="zh-CN"/>
        </w:rPr>
      </w:pPr>
      <w:r>
        <w:rPr>
          <w:rFonts w:cs="Arial"/>
          <w:b/>
          <w:sz w:val="22"/>
          <w:lang w:val="en-US"/>
        </w:rPr>
        <w:t>Research Laboratory</w:t>
      </w:r>
      <w:r w:rsidR="0086164E" w:rsidRPr="00486DFE">
        <w:rPr>
          <w:rFonts w:cs="Arial"/>
          <w:b/>
          <w:sz w:val="22"/>
          <w:lang w:val="en-US"/>
        </w:rPr>
        <w:t>:</w:t>
      </w:r>
      <w:r w:rsidR="00486DFE" w:rsidRPr="00486DFE">
        <w:rPr>
          <w:rFonts w:cs="Arial"/>
          <w:b/>
          <w:sz w:val="22"/>
          <w:lang w:val="en-US"/>
        </w:rPr>
        <w:tab/>
        <w:t>DESY</w:t>
      </w:r>
    </w:p>
    <w:p w14:paraId="6D98C388" w14:textId="77777777" w:rsidR="0086164E" w:rsidRPr="00486DFE" w:rsidRDefault="0086164E" w:rsidP="004426FE">
      <w:pPr>
        <w:rPr>
          <w:rFonts w:ascii="Arial" w:hAnsi="Arial" w:cs="Arial"/>
          <w:lang w:val="en-US"/>
        </w:rPr>
      </w:pPr>
    </w:p>
    <w:p w14:paraId="18923218" w14:textId="35D759E4" w:rsidR="007A673C" w:rsidRPr="00486DFE" w:rsidRDefault="00C46EAD" w:rsidP="004426FE">
      <w:pPr>
        <w:pStyle w:val="Heading3"/>
        <w:ind w:left="1416" w:hanging="2550"/>
        <w:jc w:val="left"/>
        <w:rPr>
          <w:rFonts w:ascii="Arial" w:hAnsi="Arial" w:cs="Arial"/>
          <w:sz w:val="22"/>
          <w:lang w:eastAsia="zh-CN"/>
        </w:rPr>
      </w:pPr>
      <w:r>
        <w:rPr>
          <w:rFonts w:ascii="Arial" w:hAnsi="Arial" w:cs="Arial"/>
          <w:sz w:val="22"/>
        </w:rPr>
        <w:t>Division/Group</w:t>
      </w:r>
      <w:r w:rsidR="00151E9C" w:rsidRPr="00486DFE">
        <w:rPr>
          <w:rFonts w:ascii="Arial" w:hAnsi="Arial" w:cs="Arial"/>
          <w:sz w:val="22"/>
          <w:lang w:eastAsia="zh-CN"/>
        </w:rPr>
        <w:t>:</w:t>
      </w:r>
      <w:r>
        <w:rPr>
          <w:rFonts w:ascii="Arial" w:hAnsi="Arial" w:cs="Arial"/>
          <w:sz w:val="22"/>
          <w:lang w:eastAsia="zh-CN"/>
        </w:rPr>
        <w:tab/>
      </w:r>
      <w:r w:rsidR="000C4E5B">
        <w:rPr>
          <w:rFonts w:ascii="Arial" w:hAnsi="Arial" w:cs="Arial"/>
          <w:sz w:val="22"/>
          <w:lang w:eastAsia="zh-CN"/>
        </w:rPr>
        <w:t>FS-CFEL-1 (CMI)</w:t>
      </w:r>
    </w:p>
    <w:p w14:paraId="3B987598" w14:textId="77777777" w:rsidR="007A673C" w:rsidRPr="00486DFE" w:rsidRDefault="007A673C" w:rsidP="002B3695">
      <w:pPr>
        <w:rPr>
          <w:rFonts w:ascii="Arial" w:hAnsi="Arial" w:cs="Arial"/>
          <w:b/>
          <w:lang w:eastAsia="zh-CN"/>
        </w:rPr>
      </w:pPr>
    </w:p>
    <w:p w14:paraId="545BC2E8" w14:textId="77777777" w:rsidR="00824559" w:rsidRDefault="007A673C" w:rsidP="00C46EAD">
      <w:pPr>
        <w:pStyle w:val="Heading3"/>
        <w:ind w:left="1416" w:hanging="2550"/>
        <w:jc w:val="left"/>
        <w:rPr>
          <w:rFonts w:ascii="Arial" w:hAnsi="Arial" w:cs="Arial"/>
          <w:sz w:val="22"/>
        </w:rPr>
      </w:pPr>
      <w:r w:rsidRPr="00486DFE">
        <w:rPr>
          <w:rFonts w:ascii="Arial" w:hAnsi="Arial" w:cs="Arial"/>
          <w:sz w:val="22"/>
        </w:rPr>
        <w:t>Supervising scientist:</w:t>
      </w:r>
      <w:r w:rsidR="00C46EAD">
        <w:rPr>
          <w:rFonts w:ascii="Arial" w:hAnsi="Arial" w:cs="Arial"/>
          <w:sz w:val="22"/>
        </w:rPr>
        <w:tab/>
      </w:r>
      <w:proofErr w:type="spellStart"/>
      <w:r w:rsidR="00824559">
        <w:rPr>
          <w:rFonts w:ascii="Arial" w:hAnsi="Arial" w:cs="Arial"/>
          <w:sz w:val="22"/>
        </w:rPr>
        <w:t>Prof.</w:t>
      </w:r>
      <w:proofErr w:type="spellEnd"/>
      <w:r w:rsidR="00824559">
        <w:rPr>
          <w:rFonts w:ascii="Arial" w:hAnsi="Arial" w:cs="Arial"/>
          <w:sz w:val="22"/>
        </w:rPr>
        <w:t xml:space="preserve"> </w:t>
      </w:r>
      <w:proofErr w:type="spellStart"/>
      <w:r w:rsidR="00824559">
        <w:rPr>
          <w:rFonts w:ascii="Arial" w:hAnsi="Arial" w:cs="Arial"/>
          <w:sz w:val="22"/>
        </w:rPr>
        <w:t>Dr.</w:t>
      </w:r>
      <w:proofErr w:type="spellEnd"/>
      <w:r w:rsidR="00824559">
        <w:rPr>
          <w:rFonts w:ascii="Arial" w:hAnsi="Arial" w:cs="Arial"/>
          <w:sz w:val="22"/>
        </w:rPr>
        <w:t xml:space="preserve"> Jochen Küpper FRSC</w:t>
      </w:r>
    </w:p>
    <w:p w14:paraId="62E42EDE" w14:textId="5F511BCA" w:rsidR="007A673C" w:rsidRDefault="00C46EAD" w:rsidP="00824559">
      <w:pPr>
        <w:pStyle w:val="Heading3"/>
        <w:ind w:left="1416"/>
        <w:jc w:val="lef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Email/Phone:</w:t>
      </w:r>
      <w:r w:rsidR="00824559">
        <w:rPr>
          <w:rFonts w:ascii="Arial" w:hAnsi="Arial" w:cs="Arial"/>
          <w:sz w:val="22"/>
        </w:rPr>
        <w:t xml:space="preserve"> </w:t>
      </w:r>
      <w:hyperlink r:id="rId9" w:history="1">
        <w:r w:rsidR="00824559" w:rsidRPr="00FF231D">
          <w:rPr>
            <w:rStyle w:val="Hyperlink"/>
            <w:rFonts w:ascii="Arial" w:hAnsi="Arial" w:cs="Arial"/>
            <w:sz w:val="22"/>
          </w:rPr>
          <w:t>Jochen.kuepper@desy.de</w:t>
        </w:r>
      </w:hyperlink>
      <w:r w:rsidR="00824559">
        <w:rPr>
          <w:rFonts w:ascii="Arial" w:hAnsi="Arial" w:cs="Arial"/>
          <w:sz w:val="22"/>
        </w:rPr>
        <w:t xml:space="preserve"> / +49-40-89986330</w:t>
      </w:r>
    </w:p>
    <w:p w14:paraId="66E6F501" w14:textId="77777777" w:rsidR="00C46EAD" w:rsidRPr="00C46EAD" w:rsidRDefault="00C46EAD" w:rsidP="00C46EAD"/>
    <w:p w14:paraId="455218F4" w14:textId="18EE373C" w:rsidR="005A1178" w:rsidRPr="00486DFE" w:rsidRDefault="005A1178" w:rsidP="004426FE">
      <w:pPr>
        <w:pStyle w:val="Heading3"/>
        <w:ind w:left="1416" w:hanging="2550"/>
        <w:jc w:val="left"/>
        <w:rPr>
          <w:rFonts w:ascii="Arial" w:hAnsi="Arial" w:cs="Arial"/>
          <w:b w:val="0"/>
          <w:i/>
          <w:iCs/>
          <w:sz w:val="22"/>
        </w:rPr>
      </w:pPr>
      <w:r w:rsidRPr="00486DFE">
        <w:rPr>
          <w:rFonts w:ascii="Arial" w:hAnsi="Arial" w:cs="Arial"/>
          <w:sz w:val="22"/>
        </w:rPr>
        <w:t>Research Field:</w:t>
      </w:r>
      <w:r w:rsidRPr="00486DFE">
        <w:rPr>
          <w:rFonts w:ascii="Arial" w:hAnsi="Arial" w:cs="Arial"/>
          <w:b w:val="0"/>
          <w:sz w:val="22"/>
        </w:rPr>
        <w:tab/>
      </w:r>
      <w:r w:rsidR="00C05310">
        <w:rPr>
          <w:rFonts w:ascii="Arial" w:hAnsi="Arial" w:cs="Arial"/>
          <w:b w:val="0"/>
          <w:sz w:val="22"/>
        </w:rPr>
        <w:t>Physic</w:t>
      </w:r>
      <w:r w:rsidR="00B52533">
        <w:rPr>
          <w:rFonts w:ascii="Arial" w:hAnsi="Arial" w:cs="Arial"/>
          <w:b w:val="0"/>
          <w:sz w:val="22"/>
        </w:rPr>
        <w:t>al Chemistry</w:t>
      </w:r>
      <w:r w:rsidR="00824559">
        <w:rPr>
          <w:rFonts w:ascii="Arial" w:hAnsi="Arial" w:cs="Arial"/>
          <w:b w:val="0"/>
          <w:i/>
          <w:iCs/>
          <w:sz w:val="22"/>
        </w:rPr>
        <w:t xml:space="preserve"> / Molecular Physics</w:t>
      </w:r>
    </w:p>
    <w:p w14:paraId="79943090" w14:textId="77777777" w:rsidR="005B4047" w:rsidRPr="00486DFE" w:rsidRDefault="005B4047" w:rsidP="004426FE">
      <w:pPr>
        <w:pStyle w:val="Aufzhlungszeichen-Texteingerckt"/>
        <w:numPr>
          <w:ilvl w:val="0"/>
          <w:numId w:val="0"/>
        </w:numPr>
        <w:spacing w:after="0"/>
        <w:rPr>
          <w:rFonts w:cs="Arial"/>
          <w:lang w:val="en-US"/>
        </w:rPr>
      </w:pPr>
    </w:p>
    <w:p w14:paraId="4518020B" w14:textId="499ACA79" w:rsidR="005A1178" w:rsidRPr="00486DFE" w:rsidRDefault="005A1178" w:rsidP="004426FE">
      <w:pPr>
        <w:tabs>
          <w:tab w:val="left" w:pos="1418"/>
          <w:tab w:val="left" w:pos="10134"/>
        </w:tabs>
        <w:ind w:left="-1134"/>
        <w:rPr>
          <w:rFonts w:ascii="Arial" w:hAnsi="Arial" w:cs="Arial"/>
          <w:sz w:val="22"/>
          <w:lang w:val="en-US"/>
        </w:rPr>
      </w:pPr>
      <w:r w:rsidRPr="00486DFE">
        <w:rPr>
          <w:rFonts w:ascii="Arial" w:hAnsi="Arial" w:cs="Arial"/>
          <w:b/>
          <w:sz w:val="22"/>
          <w:lang w:val="en-US"/>
        </w:rPr>
        <w:t>Position</w:t>
      </w:r>
      <w:r w:rsidR="00C46EAD">
        <w:rPr>
          <w:rFonts w:ascii="Arial" w:hAnsi="Arial" w:cs="Arial"/>
          <w:b/>
          <w:sz w:val="22"/>
          <w:lang w:val="en-US"/>
        </w:rPr>
        <w:t>:</w:t>
      </w:r>
      <w:r w:rsidR="00C46EAD">
        <w:rPr>
          <w:rFonts w:ascii="Arial" w:hAnsi="Arial" w:cs="Arial"/>
          <w:b/>
          <w:sz w:val="22"/>
          <w:lang w:val="en-US"/>
        </w:rPr>
        <w:tab/>
      </w:r>
      <w:r w:rsidR="005568F5" w:rsidRPr="00486DFE">
        <w:rPr>
          <w:rFonts w:ascii="Arial" w:hAnsi="Arial" w:cs="Arial"/>
          <w:sz w:val="22"/>
          <w:szCs w:val="22"/>
          <w:lang w:val="en-US"/>
        </w:rPr>
        <w:t>Postdoc</w:t>
      </w:r>
      <w:r w:rsidR="00C27E26">
        <w:rPr>
          <w:rFonts w:ascii="Arial" w:hAnsi="Arial" w:cs="Arial"/>
          <w:sz w:val="22"/>
          <w:szCs w:val="22"/>
          <w:lang w:val="en-US"/>
        </w:rPr>
        <w:t>toral Research in Physical Chemistry/Molecular Physics</w:t>
      </w:r>
      <w:r w:rsidRPr="00486DFE">
        <w:rPr>
          <w:rFonts w:ascii="Arial" w:hAnsi="Arial" w:cs="Arial"/>
          <w:sz w:val="22"/>
          <w:lang w:val="en-US"/>
        </w:rPr>
        <w:tab/>
      </w:r>
    </w:p>
    <w:p w14:paraId="4513320B" w14:textId="77777777" w:rsidR="005A1178" w:rsidRPr="00486DFE" w:rsidRDefault="005A1178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18"/>
          <w:szCs w:val="18"/>
          <w:lang w:val="en-US"/>
        </w:rPr>
      </w:pPr>
    </w:p>
    <w:p w14:paraId="0C73A5DE" w14:textId="77777777" w:rsidR="005A1178" w:rsidRPr="00486DFE" w:rsidRDefault="004427F2" w:rsidP="004426FE">
      <w:pPr>
        <w:tabs>
          <w:tab w:val="left" w:pos="1418"/>
          <w:tab w:val="left" w:pos="10134"/>
        </w:tabs>
        <w:spacing w:line="120" w:lineRule="auto"/>
        <w:ind w:left="1411" w:hanging="2549"/>
        <w:rPr>
          <w:rFonts w:ascii="Arial" w:hAnsi="Arial" w:cs="Arial"/>
          <w:b/>
          <w:sz w:val="22"/>
          <w:lang w:val="en-US"/>
        </w:rPr>
      </w:pPr>
      <w:r w:rsidRPr="00486DFE">
        <w:rPr>
          <w:rFonts w:ascii="Arial" w:hAnsi="Arial" w:cs="Arial"/>
          <w:noProof/>
          <w:sz w:val="16"/>
          <w:szCs w:val="16"/>
          <w:lang w:val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63312F7" wp14:editId="2341E44E">
                <wp:simplePos x="0" y="0"/>
                <wp:positionH relativeFrom="column">
                  <wp:posOffset>550545</wp:posOffset>
                </wp:positionH>
                <wp:positionV relativeFrom="paragraph">
                  <wp:posOffset>68580</wp:posOffset>
                </wp:positionV>
                <wp:extent cx="4800600" cy="3049905"/>
                <wp:effectExtent l="0" t="0" r="25400" b="2349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304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E92B68" w14:textId="565348BC" w:rsidR="00824559" w:rsidRPr="00B52533" w:rsidRDefault="00B52533" w:rsidP="00B5253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 w:rsidRPr="00B52533"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>Structure-function relationship in chemical reactions using controlled molecules and cold ions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: 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We have investigated the structure-function relationship of conformer-selected complex molecules. 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Initially, 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>we performed a pioneering benchmark experiment to investigate structure-dependent chemical reactivities</w:t>
                            </w:r>
                            <w:r w:rsidR="00465EF3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 and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 determined the conformer-specific rate constants for the reactions of cis- and trans-3-aminophenol with Ca+ ions in a so called Coulomb Crystal.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  <w:t xml:space="preserve"> </w:t>
                            </w:r>
                            <w:r w:rsidR="00465EF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hese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 xml:space="preserve"> studies</w:t>
                            </w:r>
                            <w:r w:rsidR="00465EF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 xml:space="preserve"> will be extended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 xml:space="preserve"> to the investigation of conformer specific reactivity studies of complex chemical reactions, such as cycloaddition / Diels-Al</w:t>
                            </w:r>
                            <w:r w:rsidR="00465EF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>der reactions. This involves</w:t>
                            </w:r>
                            <w:r w:rsidRPr="00B52533">
                              <w:rPr>
                                <w:rFonts w:ascii="Arial" w:hAnsi="Arial" w:cs="Arial"/>
                                <w:bCs/>
                                <w:szCs w:val="24"/>
                                <w:lang w:val="en-GB"/>
                              </w:rPr>
                              <w:t xml:space="preserve"> the experimental verification of relevant molecular properties in deflection and spectroscopy experiments, and the measurement of conformer specific reactivities.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3.35pt;margin-top:5.4pt;width:378pt;height:240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">
                <v:textbox>
                  <w:txbxContent>
                    <w:p w14:paraId="49E92B68" w14:textId="565348BC" w:rsidR="00824559" w:rsidRPr="00B52533" w:rsidRDefault="00B52533" w:rsidP="00B5253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 w:rsidRPr="00B52533"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>Structure-function relationship in chemical reactions using controlled molecules and cold ions</w:t>
                      </w:r>
                      <w:r>
                        <w:rPr>
                          <w:rFonts w:ascii="Arial" w:hAnsi="Arial" w:cs="Arial"/>
                          <w:b/>
                          <w:bCs/>
                          <w:szCs w:val="24"/>
                          <w:lang w:val="en-GB"/>
                        </w:rPr>
                        <w:t xml:space="preserve">: 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We have investigated the structure-function relationship of conformer-selected complex molecules. </w:t>
                      </w:r>
                      <w:r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Initially, 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>we performed a pioneering benchmark experiment to investigate structure-dependent chemical reactivities</w:t>
                      </w:r>
                      <w:r w:rsidR="00465EF3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 and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 determined the conformer-specific rate constants for the reactions of </w:t>
                      </w:r>
                      <w:proofErr w:type="spellStart"/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>cis</w:t>
                      </w:r>
                      <w:proofErr w:type="spellEnd"/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- and trans-3-aminophenol with </w:t>
                      </w:r>
                      <w:proofErr w:type="spellStart"/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>Ca</w:t>
                      </w:r>
                      <w:proofErr w:type="spellEnd"/>
                      <w:r w:rsidRPr="00B52533">
                        <w:rPr>
                          <w:rFonts w:ascii="Arial" w:hAnsi="Arial" w:cs="Arial"/>
                          <w:bCs/>
                          <w:szCs w:val="24"/>
                        </w:rPr>
                        <w:t>+ ions in a so called Coulomb Crystal.</w:t>
                      </w:r>
                      <w:r>
                        <w:rPr>
                          <w:rFonts w:ascii="Arial" w:hAnsi="Arial" w:cs="Arial"/>
                          <w:bCs/>
                          <w:szCs w:val="24"/>
                        </w:rPr>
                        <w:t xml:space="preserve"> </w:t>
                      </w:r>
                      <w:r w:rsidR="00465EF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T</w:t>
                      </w:r>
                      <w:r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hese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 xml:space="preserve"> studies</w:t>
                      </w:r>
                      <w:r w:rsidR="00465EF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 xml:space="preserve"> will be extended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 xml:space="preserve"> to the investigation of conformer specific reactivity studies of complex chemical reactions, such as </w:t>
                      </w:r>
                      <w:proofErr w:type="spellStart"/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cycloaddition</w:t>
                      </w:r>
                      <w:proofErr w:type="spellEnd"/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 xml:space="preserve"> / Diels-Al</w:t>
                      </w:r>
                      <w:r w:rsidR="00465EF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>der reactions. This involves</w:t>
                      </w:r>
                      <w:r w:rsidRPr="00B52533">
                        <w:rPr>
                          <w:rFonts w:ascii="Arial" w:hAnsi="Arial" w:cs="Arial"/>
                          <w:bCs/>
                          <w:szCs w:val="24"/>
                          <w:lang w:val="en-GB"/>
                        </w:rPr>
                        <w:t xml:space="preserve"> the experimental verification of relevant molecular properties in deflection and spectroscopy experiments, and the measurement of conformer specific reactivities.</w:t>
                      </w:r>
                    </w:p>
                  </w:txbxContent>
                </v:textbox>
              </v:shape>
            </w:pict>
          </mc:Fallback>
        </mc:AlternateContent>
      </w:r>
    </w:p>
    <w:p w14:paraId="4BAEEF45" w14:textId="77777777" w:rsidR="008B1631" w:rsidRPr="00486DFE" w:rsidRDefault="005A1178" w:rsidP="004426FE">
      <w:pPr>
        <w:tabs>
          <w:tab w:val="left" w:pos="1418"/>
          <w:tab w:val="left" w:pos="10134"/>
        </w:tabs>
        <w:ind w:left="1418" w:hanging="2552"/>
        <w:jc w:val="both"/>
        <w:rPr>
          <w:rFonts w:ascii="Arial" w:hAnsi="Arial" w:cs="Arial"/>
          <w:i/>
          <w:iCs/>
          <w:sz w:val="22"/>
          <w:szCs w:val="22"/>
        </w:rPr>
      </w:pPr>
      <w:r w:rsidRPr="00486DFE">
        <w:rPr>
          <w:rFonts w:ascii="Arial" w:hAnsi="Arial" w:cs="Arial"/>
          <w:b/>
          <w:sz w:val="22"/>
        </w:rPr>
        <w:t>Research Area:</w:t>
      </w:r>
      <w:r w:rsidRPr="00486DFE">
        <w:rPr>
          <w:rFonts w:ascii="Arial" w:hAnsi="Arial" w:cs="Arial"/>
          <w:sz w:val="22"/>
        </w:rPr>
        <w:tab/>
      </w:r>
      <w:r w:rsidR="001650F4" w:rsidRPr="00486DFE">
        <w:rPr>
          <w:rFonts w:ascii="Arial" w:hAnsi="Arial" w:cs="Arial"/>
          <w:sz w:val="22"/>
          <w:szCs w:val="22"/>
        </w:rPr>
        <w:t xml:space="preserve"> </w:t>
      </w:r>
    </w:p>
    <w:p w14:paraId="111DF7B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5B4220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A8A79DB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D717E15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25FEB5F6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79759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43F90BA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59FFCF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75B8A848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481CCB77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13B67112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91C7509" w14:textId="77777777" w:rsidR="006D4D56" w:rsidRPr="00486DFE" w:rsidRDefault="006D4D56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DFFE1F1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C8BCCBE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5A3A67F8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0DB371DC" w14:textId="77777777" w:rsidR="00824559" w:rsidRDefault="00824559" w:rsidP="004426FE">
      <w:pPr>
        <w:ind w:left="1418" w:hanging="2552"/>
        <w:jc w:val="both"/>
        <w:rPr>
          <w:rFonts w:ascii="Arial" w:hAnsi="Arial" w:cs="Arial"/>
          <w:b/>
          <w:sz w:val="22"/>
        </w:rPr>
      </w:pPr>
    </w:p>
    <w:p w14:paraId="33C2CEA2" w14:textId="77777777" w:rsidR="008B1631" w:rsidRPr="00486DFE" w:rsidRDefault="005A1178" w:rsidP="004426FE">
      <w:pPr>
        <w:ind w:left="1418" w:hanging="2552"/>
        <w:jc w:val="both"/>
        <w:rPr>
          <w:rFonts w:ascii="Arial" w:eastAsia="Arial Unicode MS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Specific Requirements:</w:t>
      </w:r>
      <w:r w:rsidRPr="00486DFE">
        <w:rPr>
          <w:rFonts w:ascii="Arial" w:hAnsi="Arial" w:cs="Arial"/>
          <w:sz w:val="22"/>
        </w:rPr>
        <w:t xml:space="preserve"> </w:t>
      </w:r>
      <w:r w:rsidRPr="00486DFE">
        <w:rPr>
          <w:rFonts w:ascii="Arial" w:hAnsi="Arial" w:cs="Arial"/>
          <w:sz w:val="22"/>
        </w:rPr>
        <w:tab/>
      </w:r>
      <w:r w:rsidR="008B1631" w:rsidRPr="00486DFE">
        <w:rPr>
          <w:rFonts w:ascii="Arial" w:hAnsi="Arial" w:cs="Arial"/>
          <w:sz w:val="22"/>
        </w:rPr>
        <w:t xml:space="preserve"> </w:t>
      </w:r>
    </w:p>
    <w:p w14:paraId="537DFA10" w14:textId="7769106F" w:rsidR="008B1631" w:rsidRPr="00486DFE" w:rsidRDefault="00824559" w:rsidP="004426FE">
      <w:pPr>
        <w:ind w:left="1418" w:hanging="2552"/>
        <w:rPr>
          <w:rFonts w:ascii="Arial" w:hAnsi="Arial" w:cs="Arial"/>
          <w:b/>
          <w:sz w:val="22"/>
        </w:rPr>
      </w:pPr>
      <w:r w:rsidRPr="00486DFE">
        <w:rPr>
          <w:rFonts w:ascii="Arial" w:hAnsi="Arial" w:cs="Arial"/>
          <w:b/>
          <w:noProof/>
          <w:sz w:val="22"/>
          <w:lang w:val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3D3488" wp14:editId="14A85D53">
                <wp:simplePos x="0" y="0"/>
                <wp:positionH relativeFrom="column">
                  <wp:posOffset>554355</wp:posOffset>
                </wp:positionH>
                <wp:positionV relativeFrom="paragraph">
                  <wp:posOffset>146685</wp:posOffset>
                </wp:positionV>
                <wp:extent cx="4800600" cy="2459355"/>
                <wp:effectExtent l="0" t="0" r="25400" b="29845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600" cy="2459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051419" w14:textId="05BD455D" w:rsidR="00465EF3" w:rsidRPr="00465EF3" w:rsidRDefault="00465EF3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Detailed analyses require</w:t>
                            </w:r>
                            <w:r w:rsidRPr="00465EF3">
                              <w:rPr>
                                <w:rFonts w:ascii="Arial" w:hAnsi="Arial" w:cs="Arial"/>
                                <w:szCs w:val="24"/>
                              </w:rPr>
                              <w:t xml:space="preserve"> some programming, simulations of the selection process, and quantum-chemical calculations. This project will require repeated travel to our collaborators at the University of Basel, Switzerland.</w:t>
                            </w:r>
                          </w:p>
                          <w:p w14:paraId="0EE0F042" w14:textId="77777777" w:rsidR="00465EF3" w:rsidRPr="00465EF3" w:rsidRDefault="00465EF3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  <w:p w14:paraId="666DBA0A" w14:textId="77777777" w:rsidR="00465EF3" w:rsidRPr="00465EF3" w:rsidRDefault="00465EF3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465EF3">
                              <w:rPr>
                                <w:rFonts w:ascii="Arial" w:hAnsi="Arial" w:cs="Arial"/>
                                <w:szCs w:val="24"/>
                              </w:rPr>
                              <w:t>A successful candidate will have a background in physical chemistry, molecular physics, or a related field.</w:t>
                            </w:r>
                          </w:p>
                          <w:p w14:paraId="1A86F5F7" w14:textId="77777777" w:rsidR="00465EF3" w:rsidRPr="00465EF3" w:rsidRDefault="00C27E26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0" w:history="1">
                              <w:r w:rsidR="00465EF3" w:rsidRPr="00465EF3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>Science, 342, 98–101 (2013)</w:t>
                              </w:r>
                            </w:hyperlink>
                          </w:p>
                          <w:p w14:paraId="4696C086" w14:textId="77777777" w:rsidR="00465EF3" w:rsidRPr="00465EF3" w:rsidRDefault="00C27E26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1" w:history="1">
                              <w:r w:rsidR="00465EF3" w:rsidRPr="00465EF3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</w:rPr>
                                <w:t>Phys. Rev. Lett. 100, 133003 (2008)</w:t>
                              </w:r>
                            </w:hyperlink>
                          </w:p>
                          <w:p w14:paraId="53F67F80" w14:textId="2064AC93" w:rsidR="00486DFE" w:rsidRPr="00A07F96" w:rsidRDefault="00C27E26" w:rsidP="00465EF3">
                            <w:pPr>
                              <w:pStyle w:val="ListParagraph"/>
                              <w:ind w:left="360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hyperlink r:id="rId12" w:history="1">
                              <w:proofErr w:type="spellStart"/>
                              <w:r w:rsidR="00465EF3" w:rsidRPr="00465EF3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  <w:lang w:val="en-GB"/>
                                </w:rPr>
                                <w:t>Angew</w:t>
                              </w:r>
                              <w:proofErr w:type="spellEnd"/>
                              <w:r w:rsidR="00465EF3" w:rsidRPr="00465EF3">
                                <w:rPr>
                                  <w:rStyle w:val="Hyperlink"/>
                                  <w:rFonts w:ascii="Arial" w:hAnsi="Arial" w:cs="Arial"/>
                                  <w:szCs w:val="24"/>
                                  <w:lang w:val="en-GB"/>
                                </w:rPr>
                                <w:t>. Chem. Int. Ed. 48, 4900 (2009)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8" o:spid="_x0000_s1027" type="#_x0000_t202" style="position:absolute;left:0;text-align:left;margin-left:43.65pt;margin-top:11.55pt;width:378pt;height:193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">
                <v:textbox inset=",,,1mm">
                  <w:txbxContent>
                    <w:p w14:paraId="65051419" w14:textId="05BD455D" w:rsidR="00465EF3" w:rsidRPr="00465EF3" w:rsidRDefault="00465EF3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Detailed analyses require</w:t>
                      </w:r>
                      <w:r w:rsidRPr="00465EF3">
                        <w:rPr>
                          <w:rFonts w:ascii="Arial" w:hAnsi="Arial" w:cs="Arial"/>
                          <w:szCs w:val="24"/>
                        </w:rPr>
                        <w:t xml:space="preserve"> some programming, simulations of the selection process, and quantum-chemical calculations. This project will require repeated travel to our collaborators at the University of Basel, Switzerland.</w:t>
                      </w:r>
                    </w:p>
                    <w:p w14:paraId="0EE0F042" w14:textId="77777777" w:rsidR="00465EF3" w:rsidRPr="00465EF3" w:rsidRDefault="00465EF3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</w:p>
                    <w:p w14:paraId="666DBA0A" w14:textId="77777777" w:rsidR="00465EF3" w:rsidRPr="00465EF3" w:rsidRDefault="00465EF3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r w:rsidRPr="00465EF3">
                        <w:rPr>
                          <w:rFonts w:ascii="Arial" w:hAnsi="Arial" w:cs="Arial"/>
                          <w:szCs w:val="24"/>
                        </w:rPr>
                        <w:t>A successful candidate will have a background in physical chemistry, molecular physics, or a related field.</w:t>
                      </w:r>
                    </w:p>
                    <w:p w14:paraId="1A86F5F7" w14:textId="77777777" w:rsidR="00465EF3" w:rsidRPr="00465EF3" w:rsidRDefault="00465EF3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3" w:history="1">
                        <w:r w:rsidRPr="00465EF3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>Science, 342, 98–101 (2013)</w:t>
                        </w:r>
                      </w:hyperlink>
                    </w:p>
                    <w:p w14:paraId="4696C086" w14:textId="77777777" w:rsidR="00465EF3" w:rsidRPr="00465EF3" w:rsidRDefault="00465EF3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4" w:history="1">
                        <w:r w:rsidRPr="00465EF3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 xml:space="preserve">Phys. Rev. </w:t>
                        </w:r>
                        <w:proofErr w:type="spellStart"/>
                        <w:r w:rsidRPr="00465EF3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>Lett</w:t>
                        </w:r>
                        <w:proofErr w:type="spellEnd"/>
                        <w:r w:rsidRPr="00465EF3">
                          <w:rPr>
                            <w:rStyle w:val="Hyperlink"/>
                            <w:rFonts w:ascii="Arial" w:hAnsi="Arial" w:cs="Arial"/>
                            <w:szCs w:val="24"/>
                          </w:rPr>
                          <w:t>. 100, 133003 (2008)</w:t>
                        </w:r>
                      </w:hyperlink>
                    </w:p>
                    <w:p w14:paraId="53F67F80" w14:textId="2064AC93" w:rsidR="00486DFE" w:rsidRPr="00A07F96" w:rsidRDefault="00465EF3" w:rsidP="00465EF3">
                      <w:pPr>
                        <w:pStyle w:val="ListParagraph"/>
                        <w:ind w:left="360"/>
                        <w:rPr>
                          <w:rFonts w:ascii="Arial" w:hAnsi="Arial" w:cs="Arial"/>
                          <w:szCs w:val="24"/>
                        </w:rPr>
                      </w:pPr>
                      <w:hyperlink r:id="rId15" w:history="1">
                        <w:proofErr w:type="spellStart"/>
                        <w:r w:rsidRPr="00465EF3">
                          <w:rPr>
                            <w:rStyle w:val="Hyperlink"/>
                            <w:rFonts w:ascii="Arial" w:hAnsi="Arial" w:cs="Arial"/>
                            <w:szCs w:val="24"/>
                            <w:lang w:val="en-GB"/>
                          </w:rPr>
                          <w:t>Angew</w:t>
                        </w:r>
                        <w:proofErr w:type="spellEnd"/>
                        <w:r w:rsidRPr="00465EF3">
                          <w:rPr>
                            <w:rStyle w:val="Hyperlink"/>
                            <w:rFonts w:ascii="Arial" w:hAnsi="Arial" w:cs="Arial"/>
                            <w:szCs w:val="24"/>
                            <w:lang w:val="en-GB"/>
                          </w:rPr>
                          <w:t>. Chem. Int. Ed. 48, 4900 (2009)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</w:p>
    <w:p w14:paraId="22EF1028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484B87ED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14AA6E2F" w14:textId="305992FF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6951C7CE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</w:rPr>
      </w:pPr>
    </w:p>
    <w:p w14:paraId="016B15A9" w14:textId="77777777" w:rsidR="006D4D56" w:rsidRPr="00486DFE" w:rsidRDefault="006D4D56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042AB67C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75A76E77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345B224" w14:textId="77777777" w:rsidR="007A673C" w:rsidRPr="00486DFE" w:rsidRDefault="007A673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13CFE0AE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8EB1F45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5F1B6C69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A1AE9E3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358B78F7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42AC6ADB" w14:textId="77777777" w:rsidR="00151E9C" w:rsidRPr="00486DFE" w:rsidRDefault="00151E9C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9DB7AF1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24085934" w14:textId="77777777" w:rsidR="00486DFE" w:rsidRPr="00486DFE" w:rsidRDefault="00486DFE" w:rsidP="004426FE">
      <w:pPr>
        <w:ind w:left="1418" w:hanging="2552"/>
        <w:rPr>
          <w:rFonts w:ascii="Arial" w:hAnsi="Arial" w:cs="Arial"/>
          <w:b/>
          <w:sz w:val="22"/>
          <w:lang w:eastAsia="zh-CN"/>
        </w:rPr>
      </w:pPr>
    </w:p>
    <w:p w14:paraId="6F52D7B6" w14:textId="04C34625" w:rsidR="005A1178" w:rsidRPr="00486DFE" w:rsidRDefault="005A1178" w:rsidP="004426FE">
      <w:pPr>
        <w:ind w:left="1418" w:hanging="2552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Work Place:</w:t>
      </w:r>
      <w:r w:rsidRPr="00486DFE">
        <w:rPr>
          <w:rFonts w:ascii="Arial" w:hAnsi="Arial" w:cs="Arial"/>
          <w:sz w:val="22"/>
        </w:rPr>
        <w:tab/>
      </w:r>
      <w:r w:rsidR="00C46EAD">
        <w:rPr>
          <w:rFonts w:ascii="Arial" w:hAnsi="Arial" w:cs="Arial"/>
          <w:sz w:val="22"/>
        </w:rPr>
        <w:t xml:space="preserve">Hamburg </w:t>
      </w:r>
    </w:p>
    <w:p w14:paraId="582A4751" w14:textId="77777777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</w:rPr>
      </w:pPr>
    </w:p>
    <w:p w14:paraId="68FEE556" w14:textId="48CADC1F" w:rsidR="00C46EAD" w:rsidRPr="00C46EAD" w:rsidRDefault="005A1178" w:rsidP="00C46EAD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22"/>
        </w:rPr>
      </w:pPr>
      <w:r w:rsidRPr="00486DFE">
        <w:rPr>
          <w:rFonts w:ascii="Arial" w:hAnsi="Arial" w:cs="Arial"/>
          <w:b/>
          <w:sz w:val="22"/>
        </w:rPr>
        <w:t>Earliest Start:</w:t>
      </w:r>
      <w:r w:rsidRPr="00486DFE">
        <w:rPr>
          <w:rFonts w:ascii="Arial" w:hAnsi="Arial" w:cs="Arial"/>
          <w:sz w:val="22"/>
        </w:rPr>
        <w:t xml:space="preserve"> </w:t>
      </w:r>
      <w:r w:rsidR="00962EC1" w:rsidRPr="00486DFE">
        <w:rPr>
          <w:rFonts w:ascii="Arial" w:hAnsi="Arial" w:cs="Arial"/>
          <w:sz w:val="22"/>
        </w:rPr>
        <w:tab/>
      </w:r>
      <w:r w:rsidR="00403A8B">
        <w:rPr>
          <w:rFonts w:ascii="Arial" w:hAnsi="Arial" w:cs="Arial"/>
          <w:sz w:val="22"/>
        </w:rPr>
        <w:t>December 2015</w:t>
      </w:r>
    </w:p>
    <w:p w14:paraId="15B0F833" w14:textId="77777777" w:rsidR="007A673C" w:rsidRPr="00486DFE" w:rsidRDefault="007A673C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b/>
          <w:sz w:val="18"/>
          <w:szCs w:val="18"/>
          <w:lang w:eastAsia="zh-CN"/>
        </w:rPr>
      </w:pPr>
    </w:p>
    <w:p w14:paraId="412E7BD8" w14:textId="1688D22F" w:rsidR="005A1178" w:rsidRPr="00486DFE" w:rsidRDefault="005A1178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i/>
          <w:iCs/>
          <w:sz w:val="22"/>
          <w:lang w:val="en-US"/>
        </w:rPr>
      </w:pPr>
      <w:r w:rsidRPr="00486DFE">
        <w:rPr>
          <w:rFonts w:ascii="Arial" w:hAnsi="Arial" w:cs="Arial"/>
          <w:b/>
          <w:sz w:val="22"/>
        </w:rPr>
        <w:t xml:space="preserve">Language </w:t>
      </w:r>
      <w:r w:rsidR="007A673C" w:rsidRPr="00486DFE">
        <w:rPr>
          <w:rFonts w:ascii="Arial" w:hAnsi="Arial" w:cs="Arial"/>
          <w:b/>
          <w:sz w:val="22"/>
          <w:lang w:eastAsia="zh-CN"/>
        </w:rPr>
        <w:t>Requirement</w:t>
      </w:r>
      <w:r w:rsidRPr="00486DFE">
        <w:rPr>
          <w:rFonts w:ascii="Arial" w:hAnsi="Arial" w:cs="Arial"/>
          <w:b/>
          <w:sz w:val="22"/>
        </w:rPr>
        <w:t>:</w:t>
      </w:r>
      <w:r w:rsidRPr="00486DFE">
        <w:rPr>
          <w:rFonts w:ascii="Arial" w:hAnsi="Arial" w:cs="Arial"/>
          <w:sz w:val="22"/>
        </w:rPr>
        <w:tab/>
      </w:r>
    </w:p>
    <w:p w14:paraId="2F51D39A" w14:textId="77777777" w:rsidR="00484D83" w:rsidRPr="00486DFE" w:rsidRDefault="00484D83" w:rsidP="004426FE">
      <w:pPr>
        <w:tabs>
          <w:tab w:val="left" w:pos="1418"/>
          <w:tab w:val="left" w:pos="10134"/>
        </w:tabs>
        <w:ind w:left="1416" w:hanging="2550"/>
        <w:rPr>
          <w:rFonts w:ascii="Arial" w:hAnsi="Arial" w:cs="Arial"/>
          <w:sz w:val="18"/>
          <w:szCs w:val="18"/>
        </w:rPr>
      </w:pPr>
    </w:p>
    <w:p w14:paraId="712F9562" w14:textId="77777777" w:rsidR="00484D83" w:rsidRPr="00486DFE" w:rsidRDefault="00553C85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  <w:r>
        <w:rPr>
          <w:rFonts w:ascii="Arial" w:hAnsi="Arial" w:cs="Arial"/>
          <w:b/>
          <w:sz w:val="22"/>
        </w:rPr>
        <w:t xml:space="preserve">Further </w:t>
      </w:r>
      <w:r w:rsidR="00C46EAD">
        <w:rPr>
          <w:rFonts w:ascii="Arial" w:hAnsi="Arial" w:cs="Arial"/>
          <w:b/>
          <w:sz w:val="22"/>
        </w:rPr>
        <w:t>Remarks</w:t>
      </w:r>
      <w:r w:rsidR="00484D83" w:rsidRPr="00486DFE">
        <w:rPr>
          <w:rFonts w:ascii="Arial" w:hAnsi="Arial" w:cs="Arial"/>
          <w:b/>
          <w:sz w:val="22"/>
        </w:rPr>
        <w:t>:</w:t>
      </w:r>
      <w:r w:rsidR="007A673C" w:rsidRPr="00486DFE" w:rsidDel="007A673C">
        <w:rPr>
          <w:rFonts w:ascii="Arial" w:eastAsia="Calibri" w:hAnsi="Arial" w:cs="Arial"/>
          <w:color w:val="000000"/>
          <w:sz w:val="16"/>
          <w:szCs w:val="16"/>
          <w:lang w:val="en-US"/>
        </w:rPr>
        <w:t xml:space="preserve"> </w:t>
      </w:r>
    </w:p>
    <w:p w14:paraId="4982B3A8" w14:textId="77777777" w:rsidR="00486DFE" w:rsidRPr="00486DFE" w:rsidRDefault="00486DFE" w:rsidP="00962EC1">
      <w:pPr>
        <w:tabs>
          <w:tab w:val="left" w:pos="1418"/>
          <w:tab w:val="left" w:pos="10134"/>
        </w:tabs>
        <w:ind w:left="1416" w:hanging="2550"/>
        <w:rPr>
          <w:rFonts w:ascii="Arial" w:eastAsia="Calibri" w:hAnsi="Arial" w:cs="Arial"/>
          <w:color w:val="000000"/>
          <w:sz w:val="16"/>
          <w:szCs w:val="16"/>
          <w:lang w:val="en-US"/>
        </w:rPr>
      </w:pPr>
    </w:p>
    <w:sectPr w:rsidR="00486DFE" w:rsidRPr="00486DFE" w:rsidSect="005568F5">
      <w:headerReference w:type="default" r:id="rId16"/>
      <w:type w:val="continuous"/>
      <w:pgSz w:w="11906" w:h="16838" w:code="9"/>
      <w:pgMar w:top="1559" w:right="1134" w:bottom="1134" w:left="2268" w:header="51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0EAFEC" w14:textId="77777777" w:rsidR="00C9425C" w:rsidRDefault="00C9425C">
      <w:r>
        <w:separator/>
      </w:r>
    </w:p>
  </w:endnote>
  <w:endnote w:type="continuationSeparator" w:id="0">
    <w:p w14:paraId="1CCA4CB9" w14:textId="77777777" w:rsidR="00C9425C" w:rsidRDefault="00C94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08FD9" w14:textId="77777777" w:rsidR="00C9425C" w:rsidRDefault="00C9425C">
      <w:r>
        <w:separator/>
      </w:r>
    </w:p>
  </w:footnote>
  <w:footnote w:type="continuationSeparator" w:id="0">
    <w:p w14:paraId="0C729D88" w14:textId="77777777" w:rsidR="00C9425C" w:rsidRDefault="00C94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2ECEFB" w14:textId="77777777" w:rsidR="00486DFE" w:rsidRDefault="00486DFE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27E26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C737AA" w14:textId="77777777" w:rsidR="00486DFE" w:rsidRDefault="00486DF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CB0"/>
    <w:multiLevelType w:val="hybridMultilevel"/>
    <w:tmpl w:val="DFE84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D4E1A"/>
    <w:multiLevelType w:val="multilevel"/>
    <w:tmpl w:val="214A5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049BA"/>
    <w:multiLevelType w:val="singleLevel"/>
    <w:tmpl w:val="04070001"/>
    <w:lvl w:ilvl="0">
      <w:start w:val="1"/>
      <w:numFmt w:val="bullet"/>
      <w:pStyle w:val="Aufzhlungszeichen-Texteingerck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53E333A"/>
    <w:multiLevelType w:val="multilevel"/>
    <w:tmpl w:val="3B8830C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0377B3"/>
    <w:multiLevelType w:val="hybridMultilevel"/>
    <w:tmpl w:val="F75E9614"/>
    <w:lvl w:ilvl="0" w:tplc="B2BA3B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4D6D0465"/>
    <w:multiLevelType w:val="hybridMultilevel"/>
    <w:tmpl w:val="948664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C9B4FD0"/>
    <w:multiLevelType w:val="hybridMultilevel"/>
    <w:tmpl w:val="FDA8E2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70C4B9C"/>
    <w:multiLevelType w:val="multilevel"/>
    <w:tmpl w:val="1A047E40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52A"/>
    <w:rsid w:val="00017CE2"/>
    <w:rsid w:val="00050B20"/>
    <w:rsid w:val="000A3D3B"/>
    <w:rsid w:val="000C4E5B"/>
    <w:rsid w:val="000D4A4F"/>
    <w:rsid w:val="000E2355"/>
    <w:rsid w:val="000F4A2C"/>
    <w:rsid w:val="00113184"/>
    <w:rsid w:val="00133131"/>
    <w:rsid w:val="001509A9"/>
    <w:rsid w:val="00151E9C"/>
    <w:rsid w:val="001650F4"/>
    <w:rsid w:val="001C7322"/>
    <w:rsid w:val="001D0190"/>
    <w:rsid w:val="001D294C"/>
    <w:rsid w:val="001F1696"/>
    <w:rsid w:val="00210FC8"/>
    <w:rsid w:val="00221946"/>
    <w:rsid w:val="00244776"/>
    <w:rsid w:val="0025461E"/>
    <w:rsid w:val="002579DB"/>
    <w:rsid w:val="002B3695"/>
    <w:rsid w:val="00342F67"/>
    <w:rsid w:val="003900D0"/>
    <w:rsid w:val="003B32CE"/>
    <w:rsid w:val="003B609B"/>
    <w:rsid w:val="00403A8B"/>
    <w:rsid w:val="004243AB"/>
    <w:rsid w:val="004426FE"/>
    <w:rsid w:val="004427F2"/>
    <w:rsid w:val="00452659"/>
    <w:rsid w:val="00465EF3"/>
    <w:rsid w:val="0047172C"/>
    <w:rsid w:val="0048450E"/>
    <w:rsid w:val="00484D83"/>
    <w:rsid w:val="0048525C"/>
    <w:rsid w:val="00486DFE"/>
    <w:rsid w:val="00553C85"/>
    <w:rsid w:val="005568F5"/>
    <w:rsid w:val="005753F7"/>
    <w:rsid w:val="005A1178"/>
    <w:rsid w:val="005B14D8"/>
    <w:rsid w:val="005B4047"/>
    <w:rsid w:val="005D3CA6"/>
    <w:rsid w:val="005E6C60"/>
    <w:rsid w:val="005F7D54"/>
    <w:rsid w:val="006065DE"/>
    <w:rsid w:val="00642E7F"/>
    <w:rsid w:val="006911AF"/>
    <w:rsid w:val="006B2159"/>
    <w:rsid w:val="006D4D56"/>
    <w:rsid w:val="00746046"/>
    <w:rsid w:val="00793FB4"/>
    <w:rsid w:val="007A673C"/>
    <w:rsid w:val="00824559"/>
    <w:rsid w:val="0086164E"/>
    <w:rsid w:val="008725EC"/>
    <w:rsid w:val="008B1631"/>
    <w:rsid w:val="008B7F76"/>
    <w:rsid w:val="00907574"/>
    <w:rsid w:val="009443C2"/>
    <w:rsid w:val="00954723"/>
    <w:rsid w:val="00956316"/>
    <w:rsid w:val="00962EC1"/>
    <w:rsid w:val="009937EF"/>
    <w:rsid w:val="009A2577"/>
    <w:rsid w:val="009B3852"/>
    <w:rsid w:val="009C43A3"/>
    <w:rsid w:val="009F1722"/>
    <w:rsid w:val="00A07F96"/>
    <w:rsid w:val="00A32A5A"/>
    <w:rsid w:val="00A4602D"/>
    <w:rsid w:val="00A52B3C"/>
    <w:rsid w:val="00A6281C"/>
    <w:rsid w:val="00A9352A"/>
    <w:rsid w:val="00AC1BD3"/>
    <w:rsid w:val="00B0700B"/>
    <w:rsid w:val="00B176BE"/>
    <w:rsid w:val="00B274AC"/>
    <w:rsid w:val="00B325AB"/>
    <w:rsid w:val="00B52533"/>
    <w:rsid w:val="00B6366B"/>
    <w:rsid w:val="00BA60B3"/>
    <w:rsid w:val="00BE69E7"/>
    <w:rsid w:val="00C05310"/>
    <w:rsid w:val="00C27E26"/>
    <w:rsid w:val="00C42B03"/>
    <w:rsid w:val="00C46EAD"/>
    <w:rsid w:val="00C9425C"/>
    <w:rsid w:val="00CB0D10"/>
    <w:rsid w:val="00CB5E31"/>
    <w:rsid w:val="00CF51BC"/>
    <w:rsid w:val="00D64355"/>
    <w:rsid w:val="00DA3884"/>
    <w:rsid w:val="00DB4087"/>
    <w:rsid w:val="00DC1ADD"/>
    <w:rsid w:val="00DE42BA"/>
    <w:rsid w:val="00E853E1"/>
    <w:rsid w:val="00E876B6"/>
    <w:rsid w:val="00F1072C"/>
    <w:rsid w:val="00FA47BE"/>
    <w:rsid w:val="00FF152E"/>
    <w:rsid w:val="00FF7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A61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qFormat/>
    <w:pPr>
      <w:keepNext/>
      <w:autoSpaceDE w:val="0"/>
      <w:autoSpaceDN w:val="0"/>
      <w:adjustRightInd w:val="0"/>
      <w:jc w:val="center"/>
      <w:outlineLvl w:val="0"/>
    </w:pPr>
    <w:rPr>
      <w:rFonts w:ascii="Univers" w:hAnsi="Univers"/>
      <w:b/>
      <w:sz w:val="26"/>
    </w:rPr>
  </w:style>
  <w:style w:type="paragraph" w:styleId="Heading2">
    <w:name w:val="heading 2"/>
    <w:next w:val="Aufzhlungszeichen-Texteingerckt"/>
    <w:qFormat/>
    <w:pPr>
      <w:widowControl w:val="0"/>
      <w:spacing w:after="80"/>
      <w:jc w:val="both"/>
      <w:outlineLvl w:val="1"/>
    </w:pPr>
    <w:rPr>
      <w:rFonts w:ascii="Arial" w:hAnsi="Arial"/>
      <w:noProof/>
      <w:sz w:val="24"/>
    </w:rPr>
  </w:style>
  <w:style w:type="paragraph" w:styleId="Heading3">
    <w:name w:val="heading 3"/>
    <w:basedOn w:val="Normal"/>
    <w:next w:val="Normal"/>
    <w:qFormat/>
    <w:pPr>
      <w:keepNext/>
      <w:ind w:left="-1134"/>
      <w:jc w:val="center"/>
      <w:outlineLvl w:val="2"/>
    </w:pPr>
    <w:rPr>
      <w:rFonts w:ascii="Univers" w:hAnsi="Univers"/>
      <w:b/>
      <w:sz w:val="32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spacing w:val="1"/>
      <w:sz w:val="24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Univers" w:hAnsi="Univers"/>
      <w:b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ufzhlungszeichen-Texteingerckt">
    <w:name w:val="Aufzählungszeichen - Text eingerückt"/>
    <w:basedOn w:val="Normal"/>
    <w:pPr>
      <w:numPr>
        <w:numId w:val="1"/>
      </w:numPr>
      <w:spacing w:after="80"/>
      <w:jc w:val="both"/>
    </w:pPr>
    <w:rPr>
      <w:rFonts w:ascii="Arial" w:hAnsi="Arial"/>
    </w:rPr>
  </w:style>
  <w:style w:type="paragraph" w:customStyle="1" w:styleId="FuzeileSeite2">
    <w:name w:val="Fußzeile Seite 2"/>
    <w:pPr>
      <w:tabs>
        <w:tab w:val="left" w:pos="5387"/>
        <w:tab w:val="right" w:pos="9639"/>
      </w:tabs>
      <w:jc w:val="right"/>
    </w:pPr>
    <w:rPr>
      <w:rFonts w:ascii="Arial" w:hAnsi="Arial"/>
      <w:b/>
      <w:noProof/>
      <w:sz w:val="16"/>
    </w:rPr>
  </w:style>
  <w:style w:type="paragraph" w:customStyle="1" w:styleId="TextohneEinrckung">
    <w:name w:val="Text ohne Einrückung"/>
    <w:pPr>
      <w:spacing w:after="120"/>
    </w:pPr>
    <w:rPr>
      <w:rFonts w:ascii="Arial" w:hAnsi="Arial"/>
      <w:noProof/>
    </w:rPr>
  </w:style>
  <w:style w:type="paragraph" w:customStyle="1" w:styleId="Texteingerckt">
    <w:name w:val="Text eingerückt"/>
    <w:basedOn w:val="Normal"/>
    <w:pPr>
      <w:spacing w:after="80"/>
      <w:ind w:left="357"/>
      <w:jc w:val="both"/>
    </w:pPr>
    <w:rPr>
      <w:rFonts w:ascii="Arial" w:hAnsi="Arial"/>
    </w:rPr>
  </w:style>
  <w:style w:type="character" w:styleId="Hyperlink">
    <w:name w:val="Hyperlink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  <w:jc w:val="center"/>
    </w:pPr>
    <w:rPr>
      <w:rFonts w:ascii="Univers" w:hAnsi="Univers"/>
      <w:b/>
      <w:sz w:val="24"/>
    </w:rPr>
  </w:style>
  <w:style w:type="paragraph" w:styleId="BodyTextIndent2">
    <w:name w:val="Body Text Indent 2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-567"/>
    </w:pPr>
    <w:rPr>
      <w:rFonts w:ascii="Univers" w:hAnsi="Univers"/>
      <w:b/>
      <w:sz w:val="24"/>
    </w:rPr>
  </w:style>
  <w:style w:type="paragraph" w:styleId="BodyTextIndent3">
    <w:name w:val="Body Text Indent 3"/>
    <w:basedOn w:val="Normal"/>
    <w:pPr>
      <w:autoSpaceDE w:val="0"/>
      <w:autoSpaceDN w:val="0"/>
      <w:adjustRightInd w:val="0"/>
      <w:ind w:left="-567"/>
    </w:pPr>
    <w:rPr>
      <w:rFonts w:ascii="Univers" w:hAnsi="Univers"/>
      <w:b/>
      <w:color w:val="000000"/>
      <w:sz w:val="22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customStyle="1" w:styleId="text">
    <w:name w:val="text"/>
    <w:basedOn w:val="DefaultParagraphFont"/>
  </w:style>
  <w:style w:type="paragraph" w:styleId="DocumentMap">
    <w:name w:val="Document Map"/>
    <w:basedOn w:val="Normal"/>
    <w:semiHidden/>
    <w:rsid w:val="0048525C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rsid w:val="00DB4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DB4087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486D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486DFE"/>
    <w:rPr>
      <w:rFonts w:ascii="Consolas" w:eastAsiaTheme="minorHAnsi" w:hAnsi="Consolas" w:cs="Consolas"/>
      <w:sz w:val="21"/>
      <w:szCs w:val="21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6DFE"/>
    <w:rPr>
      <w:rFonts w:ascii="Consolas" w:eastAsiaTheme="minorHAnsi" w:hAnsi="Consolas" w:cs="Consolas"/>
      <w:sz w:val="21"/>
      <w:szCs w:val="21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4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x.doi.org/10.1126/science.124227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x.doi.org/10.1002/anie.200900755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x.doi.org/10.1103/PhysRevLett.100.133003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dx.doi.org/10.1002/anie.200900755" TargetMode="External"/><Relationship Id="rId10" Type="http://schemas.openxmlformats.org/officeDocument/2006/relationships/hyperlink" Target="http://dx.doi.org/10.1126/science.1242271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Jochen.kuepper@desy.de" TargetMode="External"/><Relationship Id="rId14" Type="http://schemas.openxmlformats.org/officeDocument/2006/relationships/hyperlink" Target="http://dx.doi.org/10.1103/PhysRevLett.100.13300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e\Microsoft%20Office\Vorlagen\Bla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6D91C-6028-4FB4-A986-D7D65D57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Blatt.dot</Template>
  <TotalTime>0</TotalTime>
  <Pages>2</Pages>
  <Words>54</Words>
  <Characters>536</Characters>
  <Application>Microsoft Office Word</Application>
  <DocSecurity>4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Helmholtz – DAAD – Fellowships 2006</vt:lpstr>
      <vt:lpstr>Helmholtz – DAAD – Fellowships 2006</vt:lpstr>
    </vt:vector>
  </TitlesOfParts>
  <Company>DAAD</Company>
  <LinksUpToDate>false</LinksUpToDate>
  <CharactersWithSpaces>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Helmholtz – DAAD – Fellowships 2006</dc:title>
  <dc:creator>schneider</dc:creator>
  <cp:lastModifiedBy>Lehner, Frank</cp:lastModifiedBy>
  <cp:revision>2</cp:revision>
  <cp:lastPrinted>2006-08-08T10:33:00Z</cp:lastPrinted>
  <dcterms:created xsi:type="dcterms:W3CDTF">2015-04-30T12:12:00Z</dcterms:created>
  <dcterms:modified xsi:type="dcterms:W3CDTF">2015-04-30T12:12:00Z</dcterms:modified>
</cp:coreProperties>
</file>